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5A3" w:rsidRDefault="00D81B72" w:rsidP="00CE3734">
      <w:pPr>
        <w:suppressAutoHyphens/>
        <w:spacing w:line="240" w:lineRule="auto"/>
        <w:ind w:left="-284" w:hanging="142"/>
        <w:jc w:val="center"/>
        <w:rPr>
          <w:rFonts w:asciiTheme="majorHAnsi" w:hAnsiTheme="majorHAnsi" w:cs="Arial"/>
          <w:b/>
          <w:sz w:val="28"/>
          <w:szCs w:val="28"/>
        </w:rPr>
      </w:pPr>
      <w:r w:rsidRPr="00D81B72">
        <w:rPr>
          <w:rFonts w:asciiTheme="majorHAnsi" w:hAnsiTheme="majorHAnsi" w:cs="Arial"/>
          <w:b/>
          <w:sz w:val="28"/>
          <w:szCs w:val="28"/>
        </w:rPr>
        <w:t>Zajištění prohlídek UTZ v období 3/</w:t>
      </w:r>
      <w:proofErr w:type="gramStart"/>
      <w:r w:rsidRPr="00D81B72">
        <w:rPr>
          <w:rFonts w:asciiTheme="majorHAnsi" w:hAnsiTheme="majorHAnsi" w:cs="Arial"/>
          <w:b/>
          <w:sz w:val="28"/>
          <w:szCs w:val="28"/>
        </w:rPr>
        <w:t>20</w:t>
      </w:r>
      <w:r w:rsidR="00346198">
        <w:rPr>
          <w:rFonts w:asciiTheme="majorHAnsi" w:hAnsiTheme="majorHAnsi" w:cs="Arial"/>
          <w:b/>
          <w:sz w:val="28"/>
          <w:szCs w:val="28"/>
        </w:rPr>
        <w:t>2</w:t>
      </w:r>
      <w:r w:rsidR="00F81708">
        <w:rPr>
          <w:rFonts w:asciiTheme="majorHAnsi" w:hAnsiTheme="majorHAnsi" w:cs="Arial"/>
          <w:b/>
          <w:sz w:val="28"/>
          <w:szCs w:val="28"/>
        </w:rPr>
        <w:t>3</w:t>
      </w:r>
      <w:r w:rsidR="00346198">
        <w:rPr>
          <w:rFonts w:asciiTheme="majorHAnsi" w:hAnsiTheme="majorHAnsi" w:cs="Arial"/>
          <w:b/>
          <w:sz w:val="28"/>
          <w:szCs w:val="28"/>
        </w:rPr>
        <w:t xml:space="preserve"> </w:t>
      </w:r>
      <w:r w:rsidRPr="00D81B72">
        <w:rPr>
          <w:rFonts w:asciiTheme="majorHAnsi" w:hAnsiTheme="majorHAnsi" w:cs="Arial"/>
          <w:b/>
          <w:sz w:val="28"/>
          <w:szCs w:val="28"/>
        </w:rPr>
        <w:t>-</w:t>
      </w:r>
      <w:r w:rsidR="00346198">
        <w:rPr>
          <w:rFonts w:asciiTheme="majorHAnsi" w:hAnsiTheme="majorHAnsi" w:cs="Arial"/>
          <w:b/>
          <w:sz w:val="28"/>
          <w:szCs w:val="28"/>
        </w:rPr>
        <w:t xml:space="preserve"> </w:t>
      </w:r>
      <w:r w:rsidRPr="00D81B72">
        <w:rPr>
          <w:rFonts w:asciiTheme="majorHAnsi" w:hAnsiTheme="majorHAnsi" w:cs="Arial"/>
          <w:b/>
          <w:sz w:val="28"/>
          <w:szCs w:val="28"/>
        </w:rPr>
        <w:t>2</w:t>
      </w:r>
      <w:proofErr w:type="gramEnd"/>
      <w:r w:rsidRPr="00D81B72">
        <w:rPr>
          <w:rFonts w:asciiTheme="majorHAnsi" w:hAnsiTheme="majorHAnsi" w:cs="Arial"/>
          <w:b/>
          <w:sz w:val="28"/>
          <w:szCs w:val="28"/>
        </w:rPr>
        <w:t>/202</w:t>
      </w:r>
      <w:r w:rsidR="00F81708">
        <w:rPr>
          <w:rFonts w:asciiTheme="majorHAnsi" w:hAnsiTheme="majorHAnsi" w:cs="Arial"/>
          <w:b/>
          <w:sz w:val="28"/>
          <w:szCs w:val="28"/>
        </w:rPr>
        <w:t>4</w:t>
      </w:r>
    </w:p>
    <w:p w:rsidR="00D81B72" w:rsidRPr="00D81B72" w:rsidRDefault="003145A3" w:rsidP="003145A3">
      <w:pPr>
        <w:suppressAutoHyphens/>
        <w:spacing w:line="240" w:lineRule="auto"/>
        <w:ind w:left="-284" w:hanging="142"/>
        <w:jc w:val="center"/>
        <w:rPr>
          <w:rFonts w:asciiTheme="majorHAnsi" w:hAnsiTheme="majorHAnsi" w:cs="Arial"/>
          <w:b/>
          <w:sz w:val="28"/>
          <w:szCs w:val="28"/>
        </w:rPr>
      </w:pPr>
      <w:r>
        <w:rPr>
          <w:rFonts w:asciiTheme="majorHAnsi" w:hAnsiTheme="majorHAnsi" w:cs="Arial"/>
          <w:b/>
          <w:sz w:val="28"/>
          <w:szCs w:val="28"/>
        </w:rPr>
        <w:t xml:space="preserve">u </w:t>
      </w:r>
      <w:r w:rsidR="00D81B72" w:rsidRPr="00D81B72">
        <w:rPr>
          <w:rFonts w:asciiTheme="majorHAnsi" w:hAnsiTheme="majorHAnsi" w:cs="Arial"/>
          <w:b/>
          <w:sz w:val="28"/>
          <w:szCs w:val="28"/>
        </w:rPr>
        <w:t>SSZT Brno</w:t>
      </w:r>
    </w:p>
    <w:p w:rsidR="00D81B72" w:rsidRPr="00D81B72" w:rsidRDefault="00D81B72" w:rsidP="00D81B72">
      <w:pPr>
        <w:rPr>
          <w:rFonts w:asciiTheme="majorHAnsi" w:hAnsiTheme="majorHAnsi" w:cs="Arial"/>
          <w:noProof/>
          <w:sz w:val="20"/>
          <w:szCs w:val="20"/>
        </w:rPr>
      </w:pPr>
    </w:p>
    <w:p w:rsidR="00D81B72" w:rsidRPr="00D81B72" w:rsidRDefault="00D81B72" w:rsidP="00D81B72">
      <w:pPr>
        <w:ind w:left="-567"/>
        <w:rPr>
          <w:rFonts w:asciiTheme="majorHAnsi" w:hAnsiTheme="majorHAnsi" w:cs="Arial"/>
          <w:noProof/>
          <w:sz w:val="20"/>
          <w:szCs w:val="20"/>
        </w:rPr>
      </w:pPr>
      <w:r w:rsidRPr="00D81B72">
        <w:rPr>
          <w:rFonts w:asciiTheme="majorHAnsi" w:hAnsiTheme="majorHAnsi" w:cs="Arial"/>
          <w:noProof/>
          <w:sz w:val="20"/>
          <w:szCs w:val="20"/>
        </w:rPr>
        <w:t xml:space="preserve">Účelem opravné práce je zajištění pravidelných prohlídek a zkoušek určených technických zařízení (UTZ) v provozu dle Vyhl. č. 100/1995 Sb. – bod k) zabezpečovací zařízení, jehož elektrické obvody plní funkci přímého zajišťování bezpečnosti drážní dopravy. Ověřuje se tak jejich technický stav a provozní způsobilost. Prohlídky a zkoušky UTZ v provozu mohou provádět jen fyzické osoby, které mají platné osvědčení o odborné způsobilosti vydané </w:t>
      </w:r>
      <w:r w:rsidRPr="002A4CC8">
        <w:rPr>
          <w:rFonts w:asciiTheme="majorHAnsi" w:hAnsiTheme="majorHAnsi" w:cs="Arial"/>
          <w:noProof/>
          <w:sz w:val="20"/>
          <w:szCs w:val="20"/>
        </w:rPr>
        <w:t>Drážním úřadem</w:t>
      </w:r>
      <w:r w:rsidR="002A4CC8" w:rsidRPr="002A4CC8">
        <w:rPr>
          <w:rFonts w:asciiTheme="majorHAnsi" w:hAnsiTheme="majorHAnsi" w:cs="Arial"/>
          <w:noProof/>
          <w:sz w:val="20"/>
          <w:szCs w:val="20"/>
        </w:rPr>
        <w:t>, zkouškou TZE dle předpisu SŽ Zam1</w:t>
      </w:r>
      <w:r w:rsidR="002A4CC8" w:rsidRPr="002A4CC8">
        <w:rPr>
          <w:rFonts w:asciiTheme="majorHAnsi" w:hAnsiTheme="majorHAnsi" w:cs="Arial"/>
          <w:noProof/>
          <w:sz w:val="20"/>
          <w:szCs w:val="20"/>
        </w:rPr>
        <w:t xml:space="preserve"> </w:t>
      </w:r>
      <w:r w:rsidR="002A4CC8" w:rsidRPr="002A4CC8">
        <w:rPr>
          <w:rFonts w:asciiTheme="majorHAnsi" w:hAnsiTheme="majorHAnsi" w:cs="Arial"/>
          <w:noProof/>
          <w:sz w:val="20"/>
          <w:szCs w:val="20"/>
        </w:rPr>
        <w:t>a zdravotní způsobilost pro pohyb v kolejišti.</w:t>
      </w:r>
    </w:p>
    <w:p w:rsidR="00D81B72" w:rsidRPr="00D81B72" w:rsidRDefault="00D81B72" w:rsidP="00D81B72">
      <w:pPr>
        <w:ind w:left="-567"/>
        <w:rPr>
          <w:rFonts w:asciiTheme="majorHAnsi" w:hAnsiTheme="majorHAnsi" w:cs="Arial"/>
          <w:noProof/>
          <w:sz w:val="20"/>
          <w:szCs w:val="20"/>
        </w:rPr>
      </w:pPr>
      <w:r w:rsidRPr="00D81B72">
        <w:rPr>
          <w:rFonts w:asciiTheme="majorHAnsi" w:hAnsiTheme="majorHAnsi" w:cs="Arial"/>
          <w:noProof/>
          <w:sz w:val="20"/>
          <w:szCs w:val="20"/>
        </w:rPr>
        <w:t>Vyjmenovaná UTZ, jejichž prohlídky jsou požadovány období 3/20</w:t>
      </w:r>
      <w:r w:rsidR="00F425FA">
        <w:rPr>
          <w:rFonts w:asciiTheme="majorHAnsi" w:hAnsiTheme="majorHAnsi" w:cs="Arial"/>
          <w:noProof/>
          <w:sz w:val="20"/>
          <w:szCs w:val="20"/>
        </w:rPr>
        <w:t>2</w:t>
      </w:r>
      <w:r w:rsidR="00F81708">
        <w:rPr>
          <w:rFonts w:asciiTheme="majorHAnsi" w:hAnsiTheme="majorHAnsi" w:cs="Arial"/>
          <w:noProof/>
          <w:sz w:val="20"/>
          <w:szCs w:val="20"/>
        </w:rPr>
        <w:t>3</w:t>
      </w:r>
      <w:r w:rsidRPr="00D81B72">
        <w:rPr>
          <w:rFonts w:asciiTheme="majorHAnsi" w:hAnsiTheme="majorHAnsi" w:cs="Arial"/>
          <w:noProof/>
          <w:sz w:val="20"/>
          <w:szCs w:val="20"/>
        </w:rPr>
        <w:t xml:space="preserve"> – 2/202</w:t>
      </w:r>
      <w:r w:rsidR="00F81708">
        <w:rPr>
          <w:rFonts w:asciiTheme="majorHAnsi" w:hAnsiTheme="majorHAnsi" w:cs="Arial"/>
          <w:noProof/>
          <w:sz w:val="20"/>
          <w:szCs w:val="20"/>
        </w:rPr>
        <w:t>4</w:t>
      </w:r>
      <w:r w:rsidRPr="00D81B72">
        <w:rPr>
          <w:rFonts w:asciiTheme="majorHAnsi" w:hAnsiTheme="majorHAnsi" w:cs="Arial"/>
          <w:noProof/>
          <w:sz w:val="20"/>
          <w:szCs w:val="20"/>
        </w:rPr>
        <w:t>, vč. mezních termínů realizace prohlídky a zkoušky UTZ:</w:t>
      </w:r>
    </w:p>
    <w:tbl>
      <w:tblPr>
        <w:tblW w:w="9809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099"/>
        <w:gridCol w:w="3168"/>
        <w:gridCol w:w="1559"/>
        <w:gridCol w:w="1303"/>
      </w:tblGrid>
      <w:tr w:rsidR="00CF459F" w:rsidRPr="00CF459F" w:rsidTr="00CF459F">
        <w:trPr>
          <w:trHeight w:val="63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CF459F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Poř</w:t>
            </w:r>
            <w:proofErr w:type="spellEnd"/>
            <w:r w:rsidRPr="00CF459F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. číslo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Zabezpečovací zařízení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Průkaz UTZ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Platnost UTZ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TZZ Březová nad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Svitavou - Svitavy</w:t>
            </w:r>
            <w:proofErr w:type="gram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, hranice SSZT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AB, 2koleje, 24 návěstních bodů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3019/98-E.43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03.05.2023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SZZ Letovice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ETB, 17 výhybek s EMP,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5 </w:t>
            </w:r>
            <w:proofErr w:type="spell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2820/98-E.43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11.05.2023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204,614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Brno -Svitavy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PZZ-EA, 2 koleje,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2819/98-E.43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11.05.2023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SZZ Podivín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ETB, 22 výhybek s EMP,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4 </w:t>
            </w:r>
            <w:proofErr w:type="spell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2544/98-E.43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31.05.2023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93,970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Břeclav - Brno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PZZ-EA, 3 koleje,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1241/01-E.43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31.05.2023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TZZ Rájec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Jestřebí - Skalice</w:t>
            </w:r>
            <w:proofErr w:type="gram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 nad Svitavou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AB, 2 koleje, 10 návěstních bodů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0552/98-E.43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03.06.2023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SZZ Skalice nad Svitavou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ETB, 32 výhybek s EMP,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5 </w:t>
            </w:r>
            <w:proofErr w:type="spell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0538/98-E.43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07.06.2023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SZZ Nesovice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ESA 11, 13 výhybek s EMP,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3 </w:t>
            </w:r>
            <w:proofErr w:type="spell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1750/10-E.43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24.06.2023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39,088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Brno - Veselí</w:t>
            </w:r>
            <w:proofErr w:type="gram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 nad Mor.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PZZ-AC, 2 koleje,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0246/08-E.43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24.06.2023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SZZ Březová nad Svitavou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ETB, 18 výhybek s EMP,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6 </w:t>
            </w:r>
            <w:proofErr w:type="spell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2816/98-E.43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11.07.2023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TZZ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Letovice - Březová</w:t>
            </w:r>
            <w:proofErr w:type="gram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 nad Svitavou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AB, 2 koleje, 14 návěstních bodů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3023/98-E.43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15.08.2023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SZZ Šlapanice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ESA 11, 14 výhybek s EMP,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4 </w:t>
            </w:r>
            <w:proofErr w:type="spell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0803/20-E.43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19.08.2023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199,369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Brno - Svitavy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PZZ-EA, 2 koleje,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3040/98-E.43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23.08.2023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201,115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Brno - Svitavy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PZZ-EA, 2 koleje,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3041/98-E.43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23.08.2023</w:t>
            </w:r>
          </w:p>
        </w:tc>
      </w:tr>
    </w:tbl>
    <w:p w:rsidR="002A4CC8" w:rsidRDefault="002A4CC8"/>
    <w:tbl>
      <w:tblPr>
        <w:tblW w:w="9809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3099"/>
        <w:gridCol w:w="3168"/>
        <w:gridCol w:w="1559"/>
        <w:gridCol w:w="1303"/>
      </w:tblGrid>
      <w:tr w:rsidR="00CF459F" w:rsidRPr="00CF459F" w:rsidTr="002A4CC8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lastRenderedPageBreak/>
              <w:t>15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PZS 202,03</w:t>
            </w:r>
            <w:r w:rsidR="00194A54">
              <w:rPr>
                <w:rFonts w:eastAsia="Times New Roman" w:cs="Arial CE"/>
                <w:sz w:val="20"/>
                <w:szCs w:val="20"/>
                <w:lang w:eastAsia="cs-CZ"/>
              </w:rPr>
              <w:t>0</w:t>
            </w: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Brno - Svitavy</w:t>
            </w:r>
            <w:proofErr w:type="gramEnd"/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PZZ-EA, 2 koleje,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se závorami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3042/98-E.43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23.08.2023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SZZ Veselí nad Moravou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ESA 11, 41 výhybek s EMP,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5 </w:t>
            </w:r>
            <w:proofErr w:type="spell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0882/19-E.43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26.08.2023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SZZ Tišnov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RZZ, 42 výhybek s EMP,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11 </w:t>
            </w:r>
            <w:proofErr w:type="spell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6393/96-E.43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13.09.2023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18</w:t>
            </w:r>
          </w:p>
          <w:p w:rsidR="00A05334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TZZ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Tišnov - Nedvědice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RPB, 1 kolej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6209/96-E.43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13.09.2023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79,468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Tišnov - Žďár</w:t>
            </w:r>
            <w:proofErr w:type="gram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 n/S.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PZZ-RE,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2004/03-E.43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13.09.2023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334" w:rsidRPr="00CF459F" w:rsidRDefault="00A05334" w:rsidP="00A05334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TZZ Skalice nad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Svitavou - Letovice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AB, 2 koleje, 12 návěstních bodů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3037/98-E.43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21.09.2023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195,975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Brno - Svitavy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PZZ-EA, 2 koleje,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3038/98-E.43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21.09.2023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198,602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Brno -Svitavy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PZZ-EA, 2 koleje,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3039/98-E.43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21.09.2023</w:t>
            </w:r>
          </w:p>
        </w:tc>
      </w:tr>
      <w:tr w:rsidR="00CF459F" w:rsidRPr="00CF459F" w:rsidTr="00A05334">
        <w:trPr>
          <w:trHeight w:val="9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SZZ Sedlec u Mikulova +</w:t>
            </w: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br/>
              <w:t xml:space="preserve">ITZZ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Valtice - Sedlec</w:t>
            </w:r>
            <w:proofErr w:type="gram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br/>
              <w:t>I</w:t>
            </w:r>
            <w:r w:rsidR="002F633B">
              <w:rPr>
                <w:rFonts w:eastAsia="Times New Roman" w:cs="Arial CE"/>
                <w:sz w:val="20"/>
                <w:szCs w:val="20"/>
                <w:lang w:eastAsia="cs-CZ"/>
              </w:rPr>
              <w:t>T</w:t>
            </w: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Z</w:t>
            </w:r>
            <w:r w:rsidR="002F633B">
              <w:rPr>
                <w:rFonts w:eastAsia="Times New Roman" w:cs="Arial CE"/>
                <w:sz w:val="20"/>
                <w:szCs w:val="20"/>
                <w:lang w:eastAsia="cs-CZ"/>
              </w:rPr>
              <w:t>Z</w:t>
            </w: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 Sedlec - Mikulov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ESA 11, 2 výhybky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1597/18-E.43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30.09.2023</w:t>
            </w:r>
          </w:p>
        </w:tc>
      </w:tr>
      <w:tr w:rsidR="00CF459F" w:rsidRPr="00CF459F" w:rsidTr="00A05334">
        <w:trPr>
          <w:trHeight w:val="9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SZZ Mikulov + </w:t>
            </w: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br/>
              <w:t>ITZZ Sedlec-Mikulov</w:t>
            </w: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br/>
              <w:t>I</w:t>
            </w:r>
            <w:r w:rsidR="002F633B">
              <w:rPr>
                <w:rFonts w:eastAsia="Times New Roman" w:cs="Arial CE"/>
                <w:sz w:val="20"/>
                <w:szCs w:val="20"/>
                <w:lang w:eastAsia="cs-CZ"/>
              </w:rPr>
              <w:t>T</w:t>
            </w: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ZZ Mikulov - Novosedly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ESA 11, 5 výhybek s EMP,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 výhybka se ZED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1598/18-E.43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30.09.2023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97,275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Břeclav - Hrušovany</w:t>
            </w:r>
            <w:proofErr w:type="gram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 nad Jev.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PZZ-RE, 1 kolej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1592/18-E.43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01.10.2023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100,442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Břeclav - Hrušovany</w:t>
            </w:r>
            <w:proofErr w:type="gram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 nad Jev.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PZZ-RE, 1 kolej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1593/18-E.43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01.10.2023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100,518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Břeclav - Hrušovany</w:t>
            </w:r>
            <w:proofErr w:type="gram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 nad Jev.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PZZ-RE, 1 kolej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1594/18-E.43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01.10.2023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102,469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Břeclav - Hrušovany</w:t>
            </w:r>
            <w:proofErr w:type="gram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 nad Jev.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PZZ-RE, 1 kolej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1595/18-E.43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01.10.2023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102,829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Břeclav - Hrušovany</w:t>
            </w:r>
            <w:proofErr w:type="gram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 nad Jev.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PZZ-RE, 1 kolej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1596/18-E.43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01.10.2023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PZS 100,403 Hrušovany nad Jev. - Brno Horní Heršpice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PZZ-RE, 1 kolej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2307/18-E.43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08.10.2023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209,732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Brno - Svitavy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PZZ-EA, 2 koleje,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3028/98-E.43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04.11.2023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210,738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Brno - Svitavy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PZZ-EA, 2 koleje,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3029/98-E.43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06.11.2023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33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212,004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Brno -Svitavy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PZZ-EA, 2 koleje,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3030/98-E.43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06.11.2023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SZZ Řikonín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ESA 11, 12 výhybek s EMP,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 výhybka se ZED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1559/19-E.43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11.11.2023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35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SZZ Modřice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ETB, 27 výhybek s EMP,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4 </w:t>
            </w:r>
            <w:proofErr w:type="spell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0211/99-E.43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26.11.2023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6,441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Střelice - Okříšky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PZZ-AC, 1 kolej, 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1931/03-E.43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26.11.2023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10,289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Střelice - Okříšky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PZZ-AC, 3 staniční koleje,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1928/03-E.43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26.11.2023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11,107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Střelice - Okříšky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PZZ-AC,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1927/023-E.43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29.11.2023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39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11,208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Střelice - Okříšky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PZZ-AC,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1926/03-E.43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29.11.2023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TZZ Skalice nad Svitavou</w:t>
            </w:r>
            <w:r w:rsidR="00194A54">
              <w:rPr>
                <w:rFonts w:eastAsia="Times New Roman" w:cs="Arial CE"/>
                <w:sz w:val="20"/>
                <w:szCs w:val="20"/>
                <w:lang w:eastAsia="cs-CZ"/>
              </w:rPr>
              <w:t xml:space="preserve"> - </w:t>
            </w:r>
            <w:r w:rsidR="00194A54" w:rsidRPr="00CF459F">
              <w:rPr>
                <w:rFonts w:eastAsia="Times New Roman" w:cs="Arial CE"/>
                <w:sz w:val="20"/>
                <w:szCs w:val="20"/>
                <w:lang w:eastAsia="cs-CZ"/>
              </w:rPr>
              <w:t>Boskovice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AH, 1 kolej, bez hradla na trati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0230/99-E.43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06.01.2024</w:t>
            </w:r>
          </w:p>
        </w:tc>
      </w:tr>
      <w:tr w:rsidR="00CF459F" w:rsidRPr="00CF459F" w:rsidTr="002A4CC8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41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207,866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Brno - Svitavy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PZZ-EA, 2 koleje,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3024/98-E.43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15.01.2024</w:t>
            </w:r>
          </w:p>
        </w:tc>
      </w:tr>
      <w:tr w:rsidR="00CF459F" w:rsidRPr="00CF459F" w:rsidTr="002A4CC8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lastRenderedPageBreak/>
              <w:t>42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208,144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Brno - Svitavy</w:t>
            </w:r>
            <w:proofErr w:type="gramEnd"/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PZZ-EA, 2 koleje,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se závorami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3025/98-E.43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15.01.2024</w:t>
            </w:r>
          </w:p>
        </w:tc>
      </w:tr>
      <w:tr w:rsidR="00CF459F" w:rsidRPr="00CF459F" w:rsidTr="002A4CC8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43</w:t>
            </w:r>
          </w:p>
        </w:tc>
        <w:tc>
          <w:tcPr>
            <w:tcW w:w="3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208,487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Brno - Svitavy</w:t>
            </w:r>
            <w:proofErr w:type="gramEnd"/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PZZ-EA, 2 koleje,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se závorami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3026/98-E.43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16.01.2024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44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209,382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Brno - Svitavy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PZZ-EA, 2 koleje,</w:t>
            </w:r>
            <w:bookmarkStart w:id="0" w:name="_GoBack"/>
            <w:bookmarkEnd w:id="0"/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se závorami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3027/98-E.43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16.01.2024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45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TZZ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Luleč - Vyškov</w:t>
            </w:r>
            <w:proofErr w:type="gram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 na Moravě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AH, 1 kolej, s hradlem na trati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3589/96-E.43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20.01.2024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46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PZS 43,577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Brno - Přerov</w:t>
            </w:r>
            <w:proofErr w:type="gramEnd"/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AŽD 71, 1 kolej, bez závor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7531/96-E.43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20.01.2024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47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SZZ Velké Pavlovice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334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TEST, 7 výhybek s EMP,</w:t>
            </w:r>
          </w:p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1 </w:t>
            </w:r>
            <w:proofErr w:type="spell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výk</w:t>
            </w:r>
            <w:proofErr w:type="spell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. s EMP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1298/96-E.41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14.02.2024</w:t>
            </w:r>
          </w:p>
        </w:tc>
      </w:tr>
      <w:tr w:rsidR="00CF459F" w:rsidRPr="00CF459F" w:rsidTr="00A05334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459F" w:rsidRPr="00CF459F" w:rsidRDefault="00A05334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>
              <w:rPr>
                <w:rFonts w:eastAsia="Times New Roman" w:cs="Arial CE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3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TZZ Velké </w:t>
            </w:r>
            <w:proofErr w:type="gramStart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Pavlovice - Kobylí</w:t>
            </w:r>
            <w:proofErr w:type="gramEnd"/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 xml:space="preserve"> na Moravě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RPB, 1 kolej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1299/96-E.41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59F" w:rsidRPr="00CF459F" w:rsidRDefault="00CF459F" w:rsidP="00CF459F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CF459F">
              <w:rPr>
                <w:rFonts w:eastAsia="Times New Roman" w:cs="Arial CE"/>
                <w:sz w:val="20"/>
                <w:szCs w:val="20"/>
                <w:lang w:eastAsia="cs-CZ"/>
              </w:rPr>
              <w:t>27.02.2024</w:t>
            </w:r>
          </w:p>
        </w:tc>
      </w:tr>
    </w:tbl>
    <w:p w:rsidR="00CF459F" w:rsidRDefault="00CF459F" w:rsidP="00D81B72">
      <w:pPr>
        <w:rPr>
          <w:rFonts w:asciiTheme="majorHAnsi" w:hAnsiTheme="majorHAnsi" w:cs="Arial"/>
          <w:sz w:val="22"/>
        </w:rPr>
      </w:pPr>
    </w:p>
    <w:p w:rsidR="00346198" w:rsidRDefault="00D81B72" w:rsidP="00D81B72">
      <w:pPr>
        <w:ind w:left="-567"/>
        <w:rPr>
          <w:rFonts w:asciiTheme="majorHAnsi" w:hAnsiTheme="majorHAnsi" w:cs="Arial"/>
          <w:noProof/>
          <w:sz w:val="20"/>
          <w:szCs w:val="20"/>
        </w:rPr>
      </w:pPr>
      <w:r w:rsidRPr="00D81B72">
        <w:rPr>
          <w:rFonts w:asciiTheme="majorHAnsi" w:hAnsiTheme="majorHAnsi" w:cs="Arial"/>
          <w:noProof/>
          <w:sz w:val="20"/>
          <w:szCs w:val="20"/>
        </w:rPr>
        <w:t>Protokoly o provedených prohlídkách a zkouškách UTZ budou vyhotoveny</w:t>
      </w:r>
      <w:r w:rsidR="00346198">
        <w:rPr>
          <w:rFonts w:asciiTheme="majorHAnsi" w:hAnsiTheme="majorHAnsi" w:cs="Arial"/>
          <w:noProof/>
          <w:sz w:val="20"/>
          <w:szCs w:val="20"/>
        </w:rPr>
        <w:t>:</w:t>
      </w:r>
    </w:p>
    <w:p w:rsidR="00D81B72" w:rsidRDefault="00D81B72" w:rsidP="00346198">
      <w:pPr>
        <w:pStyle w:val="Odstavecseseznamem"/>
        <w:numPr>
          <w:ilvl w:val="0"/>
          <w:numId w:val="34"/>
        </w:numPr>
        <w:rPr>
          <w:rFonts w:asciiTheme="majorHAnsi" w:hAnsiTheme="majorHAnsi" w:cs="Arial"/>
          <w:noProof/>
          <w:sz w:val="20"/>
          <w:szCs w:val="20"/>
        </w:rPr>
      </w:pPr>
      <w:r w:rsidRPr="00346198">
        <w:rPr>
          <w:rFonts w:asciiTheme="majorHAnsi" w:hAnsiTheme="majorHAnsi" w:cs="Arial"/>
          <w:noProof/>
          <w:sz w:val="20"/>
          <w:szCs w:val="20"/>
        </w:rPr>
        <w:t>dle Vyhl. č. 100/1995 Sb. ve třech provedeních. Jeden výtisk si ponechá oprávněná odborně způsobilá osoba, která zkoušku provedla, dva výtisky budou předány SSZT Brno, která zajistí předání jednoho výtisku Drážnímu úřadu</w:t>
      </w:r>
      <w:r w:rsidR="00346198">
        <w:rPr>
          <w:rFonts w:asciiTheme="majorHAnsi" w:hAnsiTheme="majorHAnsi" w:cs="Arial"/>
          <w:noProof/>
          <w:sz w:val="20"/>
          <w:szCs w:val="20"/>
        </w:rPr>
        <w:t>, popř.</w:t>
      </w:r>
    </w:p>
    <w:p w:rsidR="00346198" w:rsidRDefault="00346198" w:rsidP="00346198">
      <w:pPr>
        <w:pStyle w:val="Odstavecseseznamem"/>
        <w:ind w:left="-207"/>
        <w:rPr>
          <w:rFonts w:asciiTheme="majorHAnsi" w:hAnsiTheme="majorHAnsi" w:cs="Arial"/>
          <w:noProof/>
          <w:sz w:val="20"/>
          <w:szCs w:val="20"/>
        </w:rPr>
      </w:pPr>
    </w:p>
    <w:p w:rsidR="00346198" w:rsidRPr="00346198" w:rsidRDefault="00346198" w:rsidP="00346198">
      <w:pPr>
        <w:pStyle w:val="Odstavecseseznamem"/>
        <w:numPr>
          <w:ilvl w:val="0"/>
          <w:numId w:val="34"/>
        </w:numPr>
        <w:spacing w:before="120"/>
        <w:ind w:left="-210" w:hanging="357"/>
        <w:rPr>
          <w:rFonts w:asciiTheme="majorHAnsi" w:hAnsiTheme="majorHAnsi" w:cs="Arial"/>
          <w:noProof/>
          <w:sz w:val="20"/>
          <w:szCs w:val="20"/>
        </w:rPr>
      </w:pPr>
      <w:r>
        <w:rPr>
          <w:rFonts w:asciiTheme="majorHAnsi" w:hAnsiTheme="majorHAnsi" w:cs="Arial"/>
          <w:noProof/>
          <w:sz w:val="20"/>
          <w:szCs w:val="20"/>
        </w:rPr>
        <w:t xml:space="preserve">v digitální uzavřené verzi s elektronickým podpisem zaslané na adresu </w:t>
      </w:r>
      <w:hyperlink r:id="rId11" w:history="1">
        <w:r w:rsidRPr="00755C80">
          <w:rPr>
            <w:rStyle w:val="Hypertextovodkaz"/>
            <w:rFonts w:asciiTheme="majorHAnsi" w:hAnsiTheme="majorHAnsi" w:cs="Arial"/>
            <w:noProof/>
            <w:sz w:val="20"/>
            <w:szCs w:val="20"/>
          </w:rPr>
          <w:t>Chromym@spravazeleznic.cz</w:t>
        </w:r>
      </w:hyperlink>
      <w:r>
        <w:rPr>
          <w:rFonts w:asciiTheme="majorHAnsi" w:hAnsiTheme="majorHAnsi" w:cs="Arial"/>
          <w:noProof/>
          <w:sz w:val="20"/>
          <w:szCs w:val="20"/>
        </w:rPr>
        <w:t>. Distribuci protokolu Drážnímu úřadu zajistí SSZT Brno.</w:t>
      </w:r>
    </w:p>
    <w:p w:rsidR="00A05334" w:rsidRDefault="00A05334" w:rsidP="00D81B72">
      <w:pPr>
        <w:ind w:left="-567"/>
        <w:rPr>
          <w:rFonts w:asciiTheme="majorHAnsi" w:hAnsiTheme="majorHAnsi" w:cs="Arial"/>
          <w:sz w:val="20"/>
          <w:szCs w:val="20"/>
        </w:rPr>
      </w:pPr>
    </w:p>
    <w:p w:rsidR="00D81B72" w:rsidRPr="00D81B72" w:rsidRDefault="00A05334" w:rsidP="00D81B72">
      <w:pPr>
        <w:ind w:left="-567"/>
        <w:rPr>
          <w:rFonts w:asciiTheme="majorHAnsi" w:hAnsiTheme="majorHAnsi" w:cs="Arial"/>
          <w:sz w:val="20"/>
          <w:szCs w:val="20"/>
        </w:rPr>
      </w:pPr>
      <w:proofErr w:type="gramStart"/>
      <w:r>
        <w:rPr>
          <w:rFonts w:asciiTheme="majorHAnsi" w:hAnsiTheme="majorHAnsi" w:cs="Arial"/>
          <w:sz w:val="20"/>
          <w:szCs w:val="20"/>
        </w:rPr>
        <w:t>Leden</w:t>
      </w:r>
      <w:proofErr w:type="gramEnd"/>
      <w:r>
        <w:rPr>
          <w:rFonts w:asciiTheme="majorHAnsi" w:hAnsiTheme="majorHAnsi" w:cs="Arial"/>
          <w:sz w:val="20"/>
          <w:szCs w:val="20"/>
        </w:rPr>
        <w:t xml:space="preserve"> </w:t>
      </w:r>
      <w:r w:rsidR="00D81B72" w:rsidRPr="00D81B72">
        <w:rPr>
          <w:rFonts w:asciiTheme="majorHAnsi" w:hAnsiTheme="majorHAnsi" w:cs="Arial"/>
          <w:sz w:val="20"/>
          <w:szCs w:val="20"/>
        </w:rPr>
        <w:t>20</w:t>
      </w:r>
      <w:r w:rsidR="00D81B72">
        <w:rPr>
          <w:rFonts w:asciiTheme="majorHAnsi" w:hAnsiTheme="majorHAnsi" w:cs="Arial"/>
          <w:sz w:val="20"/>
          <w:szCs w:val="20"/>
        </w:rPr>
        <w:t>2</w:t>
      </w:r>
      <w:r>
        <w:rPr>
          <w:rFonts w:asciiTheme="majorHAnsi" w:hAnsiTheme="majorHAnsi" w:cs="Arial"/>
          <w:sz w:val="20"/>
          <w:szCs w:val="20"/>
        </w:rPr>
        <w:t>3</w:t>
      </w:r>
      <w:r w:rsidR="00D81B72" w:rsidRPr="00D81B72">
        <w:rPr>
          <w:rFonts w:asciiTheme="majorHAnsi" w:hAnsiTheme="majorHAnsi" w:cs="Arial"/>
          <w:sz w:val="20"/>
          <w:szCs w:val="20"/>
        </w:rPr>
        <w:tab/>
      </w:r>
      <w:r w:rsidR="00D81B72" w:rsidRPr="00D81B72">
        <w:rPr>
          <w:rFonts w:asciiTheme="majorHAnsi" w:hAnsiTheme="majorHAnsi" w:cs="Arial"/>
          <w:sz w:val="20"/>
          <w:szCs w:val="20"/>
        </w:rPr>
        <w:tab/>
      </w:r>
    </w:p>
    <w:p w:rsidR="00D81B72" w:rsidRDefault="00D81B72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</w:p>
    <w:p w:rsidR="00A05334" w:rsidRPr="00D81B72" w:rsidRDefault="00A05334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</w:p>
    <w:p w:rsidR="00D81B72" w:rsidRDefault="00D81B72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</w:p>
    <w:p w:rsidR="00AB39FE" w:rsidRDefault="00AB39FE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</w:p>
    <w:p w:rsidR="00AB39FE" w:rsidRDefault="00AB39FE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</w:p>
    <w:p w:rsidR="00D81B72" w:rsidRPr="00D81B72" w:rsidRDefault="00D81B72" w:rsidP="00D81B72">
      <w:pPr>
        <w:spacing w:after="0" w:line="240" w:lineRule="auto"/>
        <w:ind w:left="-567"/>
        <w:rPr>
          <w:rFonts w:asciiTheme="majorHAnsi" w:hAnsiTheme="majorHAnsi" w:cs="Arial"/>
          <w:sz w:val="22"/>
        </w:rPr>
      </w:pPr>
      <w:r>
        <w:rPr>
          <w:rFonts w:asciiTheme="majorHAnsi" w:hAnsiTheme="majorHAnsi" w:cs="Arial"/>
          <w:sz w:val="22"/>
        </w:rPr>
        <w:t xml:space="preserve">   </w:t>
      </w:r>
      <w:r w:rsidRPr="00D81B72">
        <w:rPr>
          <w:rFonts w:asciiTheme="majorHAnsi" w:hAnsiTheme="majorHAnsi" w:cs="Arial"/>
          <w:sz w:val="22"/>
        </w:rPr>
        <w:t xml:space="preserve"> ……………………………</w:t>
      </w:r>
    </w:p>
    <w:p w:rsidR="00D81B72" w:rsidRPr="00D81B72" w:rsidRDefault="00D81B72" w:rsidP="00D81B72">
      <w:pPr>
        <w:spacing w:after="0" w:line="240" w:lineRule="auto"/>
        <w:ind w:left="-567"/>
        <w:rPr>
          <w:rFonts w:asciiTheme="majorHAnsi" w:hAnsiTheme="majorHAnsi" w:cs="Arial"/>
        </w:rPr>
      </w:pPr>
      <w:r w:rsidRPr="00D81B72">
        <w:rPr>
          <w:rFonts w:asciiTheme="majorHAnsi" w:hAnsiTheme="majorHAnsi" w:cs="Arial"/>
          <w:sz w:val="20"/>
          <w:szCs w:val="20"/>
        </w:rPr>
        <w:t xml:space="preserve">    Ing. Zdeněk Homola</w:t>
      </w:r>
      <w:r w:rsidRPr="00D81B72">
        <w:rPr>
          <w:rFonts w:asciiTheme="majorHAnsi" w:hAnsiTheme="majorHAnsi" w:cs="Arial"/>
          <w:sz w:val="20"/>
          <w:szCs w:val="20"/>
        </w:rPr>
        <w:br/>
      </w:r>
      <w:r w:rsidRPr="00D81B72">
        <w:rPr>
          <w:rFonts w:asciiTheme="majorHAnsi" w:hAnsiTheme="majorHAnsi" w:cs="Arial"/>
          <w:sz w:val="22"/>
        </w:rPr>
        <w:t xml:space="preserve">    </w:t>
      </w:r>
      <w:r w:rsidRPr="00D81B72">
        <w:rPr>
          <w:rFonts w:asciiTheme="majorHAnsi" w:hAnsiTheme="majorHAnsi" w:cs="Arial"/>
        </w:rPr>
        <w:t>přednosta SSZT Brno</w:t>
      </w:r>
    </w:p>
    <w:p w:rsidR="00D81B72" w:rsidRPr="00D81B72" w:rsidRDefault="00D81B72" w:rsidP="00AB39FE">
      <w:pPr>
        <w:spacing w:after="0" w:line="240" w:lineRule="auto"/>
        <w:ind w:left="-567"/>
        <w:rPr>
          <w:rFonts w:asciiTheme="majorHAnsi" w:hAnsiTheme="majorHAnsi"/>
        </w:rPr>
      </w:pPr>
      <w:r w:rsidRPr="00D81B72">
        <w:rPr>
          <w:rFonts w:asciiTheme="majorHAnsi" w:hAnsiTheme="majorHAnsi" w:cs="Arial"/>
        </w:rPr>
        <w:t xml:space="preserve">   Oblastní ředitelství Brno </w:t>
      </w:r>
    </w:p>
    <w:sectPr w:rsidR="00D81B72" w:rsidRPr="00D81B72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59F" w:rsidRDefault="00CF459F" w:rsidP="00962258">
      <w:pPr>
        <w:spacing w:after="0" w:line="240" w:lineRule="auto"/>
      </w:pPr>
      <w:r>
        <w:separator/>
      </w:r>
    </w:p>
  </w:endnote>
  <w:endnote w:type="continuationSeparator" w:id="0">
    <w:p w:rsidR="00CF459F" w:rsidRDefault="00CF45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F459F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F459F" w:rsidRPr="00B8518B" w:rsidRDefault="00CF459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F459F" w:rsidRDefault="00CF459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F459F" w:rsidRDefault="00CF459F" w:rsidP="00B8518B">
          <w:pPr>
            <w:pStyle w:val="Zpat"/>
          </w:pPr>
        </w:p>
      </w:tc>
      <w:tc>
        <w:tcPr>
          <w:tcW w:w="2921" w:type="dxa"/>
        </w:tcPr>
        <w:p w:rsidR="00CF459F" w:rsidRDefault="00CF459F" w:rsidP="00D831A3">
          <w:pPr>
            <w:pStyle w:val="Zpat"/>
          </w:pPr>
        </w:p>
      </w:tc>
    </w:tr>
  </w:tbl>
  <w:p w:rsidR="00CF459F" w:rsidRPr="00B8518B" w:rsidRDefault="00CF459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A0C68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99D27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F459F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F459F" w:rsidRPr="00B8518B" w:rsidRDefault="00CF459F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F459F" w:rsidRDefault="00CF459F" w:rsidP="00460660">
          <w:pPr>
            <w:pStyle w:val="Zpat"/>
          </w:pPr>
          <w:r>
            <w:t>Správa železnic, státní organizace</w:t>
          </w:r>
        </w:p>
        <w:p w:rsidR="00CF459F" w:rsidRDefault="00CF459F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F459F" w:rsidRDefault="00CF459F" w:rsidP="00460660">
          <w:pPr>
            <w:pStyle w:val="Zpat"/>
          </w:pPr>
          <w:r>
            <w:t>Sídlo: Dlážděná 1003/7, 110 00 Praha 1</w:t>
          </w:r>
        </w:p>
        <w:p w:rsidR="00CF459F" w:rsidRDefault="00CF459F" w:rsidP="00460660">
          <w:pPr>
            <w:pStyle w:val="Zpat"/>
          </w:pPr>
          <w:r>
            <w:t>IČO: 709 94 234 DIČ: CZ 709 94 234</w:t>
          </w:r>
        </w:p>
        <w:p w:rsidR="00CF459F" w:rsidRDefault="00CF459F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CF459F" w:rsidRPr="00AA78CD" w:rsidRDefault="00CF459F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:rsidR="00CF459F" w:rsidRPr="00AA78CD" w:rsidRDefault="00CF459F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:rsidR="00CF459F" w:rsidRDefault="00CF459F" w:rsidP="00460660">
          <w:pPr>
            <w:pStyle w:val="Zpat"/>
          </w:pPr>
          <w:r w:rsidRPr="00AA78CD">
            <w:rPr>
              <w:b/>
            </w:rPr>
            <w:t xml:space="preserve">611 </w:t>
          </w:r>
          <w:proofErr w:type="gramStart"/>
          <w:r w:rsidRPr="00AA78CD">
            <w:rPr>
              <w:b/>
            </w:rPr>
            <w:t>43  Brno</w:t>
          </w:r>
          <w:proofErr w:type="gramEnd"/>
        </w:p>
      </w:tc>
    </w:tr>
  </w:tbl>
  <w:p w:rsidR="00CF459F" w:rsidRPr="00B8518B" w:rsidRDefault="00CF459F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A28EAB" wp14:editId="674810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2B8BA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2A78164" wp14:editId="7F1BC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277BB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CF459F" w:rsidRPr="00460660" w:rsidRDefault="00CF459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59F" w:rsidRDefault="00CF459F" w:rsidP="00962258">
      <w:pPr>
        <w:spacing w:after="0" w:line="240" w:lineRule="auto"/>
      </w:pPr>
      <w:r>
        <w:separator/>
      </w:r>
    </w:p>
  </w:footnote>
  <w:footnote w:type="continuationSeparator" w:id="0">
    <w:p w:rsidR="00CF459F" w:rsidRDefault="00CF45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F459F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CF459F" w:rsidRPr="00B8518B" w:rsidRDefault="00CF459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F459F" w:rsidRDefault="00CF459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F459F" w:rsidRPr="00D6163D" w:rsidRDefault="00CF459F" w:rsidP="00D6163D">
          <w:pPr>
            <w:pStyle w:val="Druhdokumentu"/>
          </w:pPr>
        </w:p>
      </w:tc>
    </w:tr>
  </w:tbl>
  <w:p w:rsidR="00CF459F" w:rsidRPr="00D6163D" w:rsidRDefault="00CF459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F459F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F459F" w:rsidRPr="00B8518B" w:rsidRDefault="00CF459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F459F" w:rsidRDefault="00CF459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CF459F" w:rsidRPr="00D6163D" w:rsidRDefault="00CF459F" w:rsidP="00FC6389">
          <w:pPr>
            <w:pStyle w:val="Druhdokumentu"/>
          </w:pPr>
        </w:p>
      </w:tc>
    </w:tr>
    <w:tr w:rsidR="00CF459F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CF459F" w:rsidRPr="00B8518B" w:rsidRDefault="00CF459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F459F" w:rsidRDefault="00CF459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CF459F" w:rsidRPr="00D6163D" w:rsidRDefault="00CF459F" w:rsidP="00FC6389">
          <w:pPr>
            <w:pStyle w:val="Druhdokumentu"/>
          </w:pPr>
        </w:p>
      </w:tc>
    </w:tr>
  </w:tbl>
  <w:p w:rsidR="00CF459F" w:rsidRPr="00D6163D" w:rsidRDefault="00CF459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F459F" w:rsidRPr="00460660" w:rsidRDefault="00CF459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C7ADE"/>
    <w:multiLevelType w:val="hybridMultilevel"/>
    <w:tmpl w:val="F38AABCE"/>
    <w:lvl w:ilvl="0" w:tplc="90EE6512">
      <w:start w:val="24"/>
      <w:numFmt w:val="bullet"/>
      <w:lvlText w:val="-"/>
      <w:lvlJc w:val="left"/>
      <w:pPr>
        <w:ind w:left="-207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A49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4A54"/>
    <w:rsid w:val="002059D4"/>
    <w:rsid w:val="00207DF5"/>
    <w:rsid w:val="00280E07"/>
    <w:rsid w:val="002A4CC8"/>
    <w:rsid w:val="002C31BF"/>
    <w:rsid w:val="002D08B1"/>
    <w:rsid w:val="002E0CD7"/>
    <w:rsid w:val="002F633B"/>
    <w:rsid w:val="003145A3"/>
    <w:rsid w:val="00341DCF"/>
    <w:rsid w:val="00346198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1B79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17A"/>
    <w:rsid w:val="0055198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52F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5A49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5334"/>
    <w:rsid w:val="00A6177B"/>
    <w:rsid w:val="00A66136"/>
    <w:rsid w:val="00AA4CBB"/>
    <w:rsid w:val="00AA65FA"/>
    <w:rsid w:val="00AA7351"/>
    <w:rsid w:val="00AA78CD"/>
    <w:rsid w:val="00AB39FE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3734"/>
    <w:rsid w:val="00CF459F"/>
    <w:rsid w:val="00D21061"/>
    <w:rsid w:val="00D4108E"/>
    <w:rsid w:val="00D6163D"/>
    <w:rsid w:val="00D73D46"/>
    <w:rsid w:val="00D81B72"/>
    <w:rsid w:val="00D831A3"/>
    <w:rsid w:val="00D94D7D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25FA"/>
    <w:rsid w:val="00F45607"/>
    <w:rsid w:val="00F5558F"/>
    <w:rsid w:val="00F659EB"/>
    <w:rsid w:val="00F8170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A27FB75"/>
  <w14:defaultImageDpi w14:val="32767"/>
  <w15:docId w15:val="{48248F72-1D24-45B5-9A60-0D60C5004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2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hromym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INFO-SDC\MUSTRY\Nov&#253;%20n&#225;zev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B871B8-DAB4-42B6-9D0F-5F495F82C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název.dotx</Template>
  <TotalTime>22</TotalTime>
  <Pages>3</Pages>
  <Words>822</Words>
  <Characters>4855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Chromý Marek, Ing.</dc:creator>
  <cp:lastModifiedBy>Chromý Marek, Ing.</cp:lastModifiedBy>
  <cp:revision>9</cp:revision>
  <cp:lastPrinted>2023-01-27T07:56:00Z</cp:lastPrinted>
  <dcterms:created xsi:type="dcterms:W3CDTF">2022-03-08T12:34:00Z</dcterms:created>
  <dcterms:modified xsi:type="dcterms:W3CDTF">2023-02-01T06:53:00Z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